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 </w:t>
      </w:r>
      <w:r w:rsidR="00E73603">
        <w:t>ИНФОРМАЦИЯ</w:t>
      </w:r>
    </w:p>
    <w:p w:rsidR="00E73603" w:rsidRDefault="006A7A30" w:rsidP="00E73603">
      <w:pPr>
        <w:pStyle w:val="ConsPlusNormal"/>
        <w:jc w:val="center"/>
      </w:pPr>
      <w:r>
        <w:t xml:space="preserve">о мониторинге </w:t>
      </w:r>
      <w:r w:rsidR="00E73603"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4453D6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4453D6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4453D6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4453D6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6A7A30" w:rsidP="00AA00E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970DD5">
              <w:rPr>
                <w:sz w:val="20"/>
                <w:szCs w:val="20"/>
              </w:rPr>
              <w:t>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6A7A30" w:rsidP="006A7A30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6A7A30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7C444C">
              <w:rPr>
                <w:sz w:val="20"/>
                <w:szCs w:val="20"/>
              </w:rPr>
              <w:t>Развитие молодежной политики</w:t>
            </w:r>
            <w:r w:rsidR="00FA2EC1">
              <w:rPr>
                <w:sz w:val="20"/>
                <w:szCs w:val="20"/>
              </w:rPr>
              <w:t xml:space="preserve">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6A7A30" w:rsidRDefault="00B64102" w:rsidP="006A7A30">
            <w:pPr>
              <w:pStyle w:val="ConsPlusNormal"/>
              <w:rPr>
                <w:sz w:val="16"/>
                <w:szCs w:val="16"/>
              </w:rPr>
            </w:pPr>
            <w:r w:rsidRPr="006A7A30">
              <w:rPr>
                <w:sz w:val="16"/>
                <w:szCs w:val="16"/>
              </w:rPr>
              <w:t>1</w:t>
            </w:r>
            <w:r w:rsidR="007C444C" w:rsidRPr="006A7A30">
              <w:rPr>
                <w:sz w:val="16"/>
                <w:szCs w:val="16"/>
              </w:rPr>
              <w:t>5</w:t>
            </w:r>
            <w:r w:rsidR="006A7A30" w:rsidRPr="006A7A30">
              <w:rPr>
                <w:sz w:val="16"/>
                <w:szCs w:val="16"/>
              </w:rPr>
              <w:t xml:space="preserve"> </w:t>
            </w:r>
            <w:r w:rsidR="00447B56" w:rsidRPr="006A7A30">
              <w:rPr>
                <w:sz w:val="16"/>
                <w:szCs w:val="16"/>
              </w:rPr>
              <w:t>0</w:t>
            </w:r>
            <w:r w:rsidR="006A7A30" w:rsidRPr="006A7A30">
              <w:rPr>
                <w:sz w:val="16"/>
                <w:szCs w:val="16"/>
              </w:rPr>
              <w:t xml:space="preserve"> </w:t>
            </w:r>
            <w:r w:rsidR="00447B56" w:rsidRPr="006A7A30">
              <w:rPr>
                <w:sz w:val="16"/>
                <w:szCs w:val="16"/>
              </w:rPr>
              <w:t>00</w:t>
            </w:r>
            <w:r w:rsidR="006A7A30" w:rsidRPr="006A7A30">
              <w:rPr>
                <w:sz w:val="16"/>
                <w:szCs w:val="16"/>
              </w:rPr>
              <w:t xml:space="preserve"> </w:t>
            </w:r>
            <w:r w:rsidR="005730F5" w:rsidRPr="006A7A30">
              <w:rPr>
                <w:sz w:val="16"/>
                <w:szCs w:val="16"/>
              </w:rPr>
              <w:t>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447B56">
            <w:pPr>
              <w:pStyle w:val="ConsPlusNormal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7C444C">
              <w:rPr>
                <w:sz w:val="20"/>
                <w:szCs w:val="20"/>
              </w:rPr>
              <w:t>Развитие молодежной политики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6A7A30" w:rsidRDefault="006A7A30" w:rsidP="007C444C">
            <w:pPr>
              <w:pStyle w:val="ConsPlusNormal"/>
              <w:rPr>
                <w:sz w:val="16"/>
                <w:szCs w:val="16"/>
              </w:rPr>
            </w:pPr>
            <w:r w:rsidRPr="006A7A30">
              <w:rPr>
                <w:sz w:val="16"/>
                <w:szCs w:val="16"/>
              </w:rPr>
              <w:t>057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0707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Р6099</w:t>
            </w:r>
            <w:r>
              <w:rPr>
                <w:sz w:val="16"/>
                <w:szCs w:val="16"/>
              </w:rPr>
              <w:t xml:space="preserve"> </w:t>
            </w:r>
            <w:r w:rsidRPr="006A7A30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453D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453D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7C444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7C444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2"/>
        <w:gridCol w:w="909"/>
        <w:gridCol w:w="907"/>
        <w:gridCol w:w="907"/>
        <w:gridCol w:w="826"/>
        <w:gridCol w:w="440"/>
        <w:gridCol w:w="709"/>
        <w:gridCol w:w="764"/>
        <w:gridCol w:w="709"/>
        <w:gridCol w:w="764"/>
        <w:gridCol w:w="764"/>
        <w:gridCol w:w="796"/>
        <w:gridCol w:w="645"/>
        <w:gridCol w:w="1331"/>
        <w:gridCol w:w="939"/>
        <w:gridCol w:w="1082"/>
        <w:gridCol w:w="790"/>
        <w:gridCol w:w="790"/>
      </w:tblGrid>
      <w:tr w:rsidR="00B64102" w:rsidRPr="007F09D2" w:rsidTr="007C444C">
        <w:tc>
          <w:tcPr>
            <w:tcW w:w="119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0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6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06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97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B64102" w:rsidRPr="007F09D2" w:rsidTr="007C444C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6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7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4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3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3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8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B64102" w:rsidRPr="007F09D2" w:rsidTr="007C444C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64102" w:rsidRPr="007F09D2" w:rsidTr="007C444C">
        <w:tc>
          <w:tcPr>
            <w:tcW w:w="119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7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4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3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8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B64102" w:rsidRPr="007F09D2" w:rsidTr="007C444C">
        <w:tc>
          <w:tcPr>
            <w:tcW w:w="210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07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444C"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444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B663C" w:rsidRPr="007F09D2" w:rsidRDefault="004453D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center"/>
          </w:tcPr>
          <w:p w:rsidR="00DB663C" w:rsidRPr="007F09D2" w:rsidRDefault="004453D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center"/>
          </w:tcPr>
          <w:p w:rsidR="00DB663C" w:rsidRPr="007F09D2" w:rsidRDefault="004453D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31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39" w:type="dxa"/>
            <w:vAlign w:val="center"/>
          </w:tcPr>
          <w:p w:rsidR="00DB663C" w:rsidRPr="007F09D2" w:rsidRDefault="007C444C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082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B663C" w:rsidRPr="007F09D2" w:rsidRDefault="004453D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130718</w:t>
            </w:r>
            <w:r w:rsidR="007C444C">
              <w:rPr>
                <w:sz w:val="20"/>
                <w:szCs w:val="20"/>
              </w:rPr>
              <w:t>,00</w:t>
            </w:r>
          </w:p>
        </w:tc>
        <w:tc>
          <w:tcPr>
            <w:tcW w:w="790" w:type="dxa"/>
            <w:vAlign w:val="center"/>
          </w:tcPr>
          <w:p w:rsidR="00DB663C" w:rsidRPr="007F09D2" w:rsidRDefault="004453D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130718</w:t>
            </w:r>
            <w:r w:rsidR="007C444C">
              <w:rPr>
                <w:sz w:val="20"/>
                <w:szCs w:val="20"/>
              </w:rPr>
              <w:t>,00</w:t>
            </w:r>
          </w:p>
        </w:tc>
      </w:tr>
      <w:tr w:rsidR="004453D6" w:rsidRPr="007F09D2" w:rsidTr="007C444C">
        <w:tc>
          <w:tcPr>
            <w:tcW w:w="1192" w:type="dxa"/>
            <w:vMerge w:val="restart"/>
            <w:vAlign w:val="center"/>
          </w:tcPr>
          <w:p w:rsidR="004453D6" w:rsidRPr="007F09D2" w:rsidRDefault="004453D6" w:rsidP="00B6410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«Тракторостроитель»</w:t>
            </w:r>
          </w:p>
        </w:tc>
        <w:tc>
          <w:tcPr>
            <w:tcW w:w="909" w:type="dxa"/>
            <w:vAlign w:val="center"/>
          </w:tcPr>
          <w:p w:rsidR="004453D6" w:rsidRPr="007F09D2" w:rsidRDefault="004453D6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</w:t>
            </w:r>
            <w:r>
              <w:rPr>
                <w:sz w:val="20"/>
                <w:szCs w:val="20"/>
              </w:rPr>
              <w:lastRenderedPageBreak/>
              <w:t>программы 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4453D6" w:rsidRPr="007F09D2" w:rsidRDefault="004453D6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7" w:type="dxa"/>
            <w:vAlign w:val="center"/>
          </w:tcPr>
          <w:p w:rsidR="004453D6" w:rsidRPr="007F09D2" w:rsidRDefault="004453D6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4453D6" w:rsidRPr="007F09D2" w:rsidRDefault="004453D6" w:rsidP="0022552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center"/>
          </w:tcPr>
          <w:p w:rsidR="004453D6" w:rsidRPr="007F09D2" w:rsidRDefault="004453D6" w:rsidP="0022552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center"/>
          </w:tcPr>
          <w:p w:rsidR="004453D6" w:rsidRPr="007F09D2" w:rsidRDefault="004453D6" w:rsidP="0022552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vAlign w:val="center"/>
          </w:tcPr>
          <w:p w:rsidR="004453D6" w:rsidRPr="007F09D2" w:rsidRDefault="004453D6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1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4453D6" w:rsidRPr="007F09D2" w:rsidRDefault="004453D6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082" w:type="dxa"/>
            <w:vAlign w:val="center"/>
          </w:tcPr>
          <w:p w:rsidR="004453D6" w:rsidRPr="007F09D2" w:rsidRDefault="004453D6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4453D6" w:rsidRPr="007F09D2" w:rsidRDefault="004453D6" w:rsidP="0022552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130718,00</w:t>
            </w:r>
          </w:p>
        </w:tc>
        <w:tc>
          <w:tcPr>
            <w:tcW w:w="790" w:type="dxa"/>
            <w:vAlign w:val="center"/>
          </w:tcPr>
          <w:p w:rsidR="004453D6" w:rsidRPr="007F09D2" w:rsidRDefault="004453D6" w:rsidP="0022552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130718,00</w:t>
            </w:r>
          </w:p>
        </w:tc>
      </w:tr>
      <w:tr w:rsidR="00B64102" w:rsidRPr="007F09D2" w:rsidTr="007C444C">
        <w:trPr>
          <w:trHeight w:val="3338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9706B2" w:rsidRPr="007F09D2" w:rsidRDefault="009706B2" w:rsidP="007C444C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7C444C">
              <w:rPr>
                <w:sz w:val="20"/>
                <w:szCs w:val="20"/>
              </w:rPr>
              <w:t>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0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9706B2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9706B2" w:rsidRPr="007F09D2" w:rsidRDefault="007C444C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</w:t>
            </w:r>
            <w:r w:rsidR="003279AF">
              <w:rPr>
                <w:sz w:val="20"/>
                <w:szCs w:val="20"/>
              </w:rPr>
              <w:t>.2025</w:t>
            </w:r>
          </w:p>
        </w:tc>
        <w:tc>
          <w:tcPr>
            <w:tcW w:w="1331" w:type="dxa"/>
            <w:vAlign w:val="center"/>
          </w:tcPr>
          <w:p w:rsidR="009706B2" w:rsidRPr="007F09D2" w:rsidRDefault="007C444C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7C444C" w:rsidRPr="007F09D2" w:rsidTr="007C444C">
        <w:trPr>
          <w:trHeight w:val="550"/>
        </w:trPr>
        <w:tc>
          <w:tcPr>
            <w:tcW w:w="0" w:type="auto"/>
            <w:vMerge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Развитие молодежной политики в городе </w:t>
            </w:r>
            <w:r>
              <w:rPr>
                <w:sz w:val="20"/>
                <w:szCs w:val="20"/>
              </w:rPr>
              <w:lastRenderedPageBreak/>
              <w:t>Рубцовске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КТ-0000000002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4453D6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center"/>
          </w:tcPr>
          <w:p w:rsidR="007C444C" w:rsidRPr="007F09D2" w:rsidRDefault="004453D6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1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7C444C" w:rsidRPr="007F09D2" w:rsidTr="007C444C">
        <w:trPr>
          <w:trHeight w:val="601"/>
        </w:trPr>
        <w:tc>
          <w:tcPr>
            <w:tcW w:w="0" w:type="auto"/>
            <w:vMerge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1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B39" w:rsidRDefault="00CE6B39">
      <w:r>
        <w:separator/>
      </w:r>
    </w:p>
  </w:endnote>
  <w:endnote w:type="continuationSeparator" w:id="0">
    <w:p w:rsidR="00CE6B39" w:rsidRDefault="00CE6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A959EA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B39" w:rsidRDefault="00CE6B39">
      <w:r>
        <w:separator/>
      </w:r>
    </w:p>
  </w:footnote>
  <w:footnote w:type="continuationSeparator" w:id="0">
    <w:p w:rsidR="00CE6B39" w:rsidRDefault="00CE6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A959EA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A959EA">
    <w:pPr>
      <w:pStyle w:val="a5"/>
      <w:jc w:val="right"/>
    </w:pPr>
    <w:fldSimple w:instr=" PAGE   \* MERGEFORMAT ">
      <w:r w:rsidR="00AA00E9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DF4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6132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1F5"/>
    <w:rsid w:val="0042594E"/>
    <w:rsid w:val="004268F2"/>
    <w:rsid w:val="00430DA2"/>
    <w:rsid w:val="00431D35"/>
    <w:rsid w:val="004352BE"/>
    <w:rsid w:val="004354E4"/>
    <w:rsid w:val="00440CBF"/>
    <w:rsid w:val="004453D6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53AD"/>
    <w:rsid w:val="006A6A34"/>
    <w:rsid w:val="006A7A30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1AA1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C444C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3EB9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59EA"/>
    <w:rsid w:val="00A96816"/>
    <w:rsid w:val="00A9713B"/>
    <w:rsid w:val="00A979F9"/>
    <w:rsid w:val="00AA00E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A1E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4102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5C63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D08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B39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2EC1"/>
    <w:rsid w:val="00FA4AE1"/>
    <w:rsid w:val="00FA50F0"/>
    <w:rsid w:val="00FA520A"/>
    <w:rsid w:val="00FA6F61"/>
    <w:rsid w:val="00FA7E9F"/>
    <w:rsid w:val="00FB0315"/>
    <w:rsid w:val="00FB58A4"/>
    <w:rsid w:val="00FB592F"/>
    <w:rsid w:val="00FC3E11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20A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D35BE-12F9-4AF4-964A-56C80557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83</TotalTime>
  <Pages>6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5662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17</cp:revision>
  <cp:lastPrinted>2025-02-07T06:18:00Z</cp:lastPrinted>
  <dcterms:created xsi:type="dcterms:W3CDTF">2025-04-18T04:37:00Z</dcterms:created>
  <dcterms:modified xsi:type="dcterms:W3CDTF">2025-11-06T07:41:00Z</dcterms:modified>
</cp:coreProperties>
</file>